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6FBFBA8B" w14:textId="2193C7C8" w:rsidR="00AE26E5" w:rsidRPr="0096708E" w:rsidRDefault="00AE26E5" w:rsidP="0096708E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44F4A" w14:textId="77777777" w:rsidR="00FC458C" w:rsidRDefault="00FC458C" w:rsidP="00BD627E">
      <w:r>
        <w:separator/>
      </w:r>
    </w:p>
    <w:p w14:paraId="1FC2A3E0" w14:textId="77777777" w:rsidR="00FC458C" w:rsidRDefault="00FC458C"/>
  </w:endnote>
  <w:endnote w:type="continuationSeparator" w:id="0">
    <w:p w14:paraId="191A81E9" w14:textId="77777777" w:rsidR="00FC458C" w:rsidRDefault="00FC458C" w:rsidP="00BD627E">
      <w:r>
        <w:continuationSeparator/>
      </w:r>
    </w:p>
    <w:p w14:paraId="28F6969F" w14:textId="77777777" w:rsidR="00FC458C" w:rsidRDefault="00FC458C"/>
  </w:endnote>
  <w:endnote w:type="continuationNotice" w:id="1">
    <w:p w14:paraId="0653E917" w14:textId="77777777" w:rsidR="00FC458C" w:rsidRDefault="00FC458C"/>
    <w:p w14:paraId="5C21D59F" w14:textId="77777777" w:rsidR="00FC458C" w:rsidRDefault="00FC45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2A3A4B3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2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1C88023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C144E" w14:textId="77777777" w:rsidR="00FC458C" w:rsidRDefault="00FC458C" w:rsidP="00BD627E">
      <w:r>
        <w:separator/>
      </w:r>
    </w:p>
    <w:p w14:paraId="6EF3CD33" w14:textId="77777777" w:rsidR="00FC458C" w:rsidRDefault="00FC458C"/>
  </w:footnote>
  <w:footnote w:type="continuationSeparator" w:id="0">
    <w:p w14:paraId="0D7846B5" w14:textId="77777777" w:rsidR="00FC458C" w:rsidRDefault="00FC458C" w:rsidP="00BD627E">
      <w:r>
        <w:continuationSeparator/>
      </w:r>
    </w:p>
    <w:p w14:paraId="5A3D37B6" w14:textId="77777777" w:rsidR="00FC458C" w:rsidRDefault="00FC458C"/>
  </w:footnote>
  <w:footnote w:type="continuationNotice" w:id="1">
    <w:p w14:paraId="062BCB16" w14:textId="77777777" w:rsidR="00FC458C" w:rsidRDefault="00FC458C"/>
    <w:p w14:paraId="591AD026" w14:textId="77777777" w:rsidR="00FC458C" w:rsidRDefault="00FC45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19442368">
    <w:abstractNumId w:val="17"/>
  </w:num>
  <w:num w:numId="2" w16cid:durableId="1357346765">
    <w:abstractNumId w:val="16"/>
  </w:num>
  <w:num w:numId="3" w16cid:durableId="1952589261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835657681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648126996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44612040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2123575585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930816767">
    <w:abstractNumId w:val="12"/>
  </w:num>
  <w:num w:numId="9" w16cid:durableId="685132998">
    <w:abstractNumId w:val="24"/>
  </w:num>
  <w:num w:numId="10" w16cid:durableId="1963421323">
    <w:abstractNumId w:val="19"/>
  </w:num>
  <w:num w:numId="11" w16cid:durableId="680157838">
    <w:abstractNumId w:val="2"/>
  </w:num>
  <w:num w:numId="12" w16cid:durableId="1953977156">
    <w:abstractNumId w:val="7"/>
  </w:num>
  <w:num w:numId="13" w16cid:durableId="55206101">
    <w:abstractNumId w:val="11"/>
  </w:num>
  <w:num w:numId="14" w16cid:durableId="2029871795">
    <w:abstractNumId w:val="22"/>
  </w:num>
  <w:num w:numId="15" w16cid:durableId="1850749611">
    <w:abstractNumId w:val="28"/>
  </w:num>
  <w:num w:numId="16" w16cid:durableId="309554864">
    <w:abstractNumId w:val="15"/>
  </w:num>
  <w:num w:numId="17" w16cid:durableId="2030906704">
    <w:abstractNumId w:val="18"/>
  </w:num>
  <w:num w:numId="18" w16cid:durableId="811679000">
    <w:abstractNumId w:val="1"/>
  </w:num>
  <w:num w:numId="19" w16cid:durableId="1981113864">
    <w:abstractNumId w:val="31"/>
  </w:num>
  <w:num w:numId="20" w16cid:durableId="1114058234">
    <w:abstractNumId w:val="29"/>
  </w:num>
  <w:num w:numId="21" w16cid:durableId="2126655904">
    <w:abstractNumId w:val="9"/>
  </w:num>
  <w:num w:numId="22" w16cid:durableId="1669792256">
    <w:abstractNumId w:val="23"/>
  </w:num>
  <w:num w:numId="23" w16cid:durableId="1895264917">
    <w:abstractNumId w:val="0"/>
  </w:num>
  <w:num w:numId="24" w16cid:durableId="1468350509">
    <w:abstractNumId w:val="20"/>
  </w:num>
  <w:num w:numId="25" w16cid:durableId="236281527">
    <w:abstractNumId w:val="13"/>
  </w:num>
  <w:num w:numId="26" w16cid:durableId="1955012918">
    <w:abstractNumId w:val="32"/>
  </w:num>
  <w:num w:numId="27" w16cid:durableId="1734620726">
    <w:abstractNumId w:val="25"/>
  </w:num>
  <w:num w:numId="28" w16cid:durableId="2040350683">
    <w:abstractNumId w:val="5"/>
  </w:num>
  <w:num w:numId="29" w16cid:durableId="1150751693">
    <w:abstractNumId w:val="21"/>
  </w:num>
  <w:num w:numId="30" w16cid:durableId="901409711">
    <w:abstractNumId w:val="14"/>
  </w:num>
  <w:num w:numId="31" w16cid:durableId="1296257033">
    <w:abstractNumId w:val="8"/>
  </w:num>
  <w:num w:numId="32" w16cid:durableId="1117138003">
    <w:abstractNumId w:val="10"/>
  </w:num>
  <w:num w:numId="33" w16cid:durableId="1510439339">
    <w:abstractNumId w:val="27"/>
  </w:num>
  <w:num w:numId="34" w16cid:durableId="1516310301">
    <w:abstractNumId w:val="26"/>
  </w:num>
  <w:num w:numId="35" w16cid:durableId="113984737">
    <w:abstractNumId w:val="4"/>
  </w:num>
  <w:num w:numId="36" w16cid:durableId="1968704216">
    <w:abstractNumId w:val="6"/>
  </w:num>
  <w:num w:numId="37" w16cid:durableId="662900226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3154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2EB3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4D00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6708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458C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POST/DYS/OLD/GZ/04479/2025                        </dmsv2SWPP2ObjectNumber>
    <dmsv2SWPP2SumMD5 xmlns="http://schemas.microsoft.com/sharepoint/v3">a3045d3098839933bd5571159de63d59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23982052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JEUP5JKVCYQC-1133723987-7012</_dlc_DocId>
    <_dlc_DocIdUrl xmlns="a19cb1c7-c5c7-46d4-85ae-d83685407bba">
      <Url>https://swpp2.dms.gkpge.pl/sites/41/_layouts/15/DocIdRedir.aspx?ID=JEUP5JKVCYQC-1133723987-7012</Url>
      <Description>JEUP5JKVCYQC-1133723987-7012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D5B4D-59FD-4638-BCC4-37F11DEF0E6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DCC7D3-9B5B-4638-8C93-A20DF0924A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9B8C2-F04F-4900-A32B-952E944FDA14}"/>
</file>

<file path=customXml/itemProps5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6.xml><?xml version="1.0" encoding="utf-8"?>
<ds:datastoreItem xmlns:ds="http://schemas.openxmlformats.org/officeDocument/2006/customXml" ds:itemID="{2DB97957-4093-46B8-BFD3-D01F4B78066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022BDFC-E977-4387-8421-EBA6C7313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0</TotalTime>
  <Pages>6</Pages>
  <Words>2665</Words>
  <Characters>19115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21737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Bagińska Marzena [PGE Dystr. O.Łódź]</cp:lastModifiedBy>
  <cp:revision>2</cp:revision>
  <cp:lastPrinted>2025-07-07T05:58:00Z</cp:lastPrinted>
  <dcterms:created xsi:type="dcterms:W3CDTF">2025-12-12T06:35:00Z</dcterms:created>
  <dcterms:modified xsi:type="dcterms:W3CDTF">2025-12-12T06:35:00Z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a85703da-fdde-42c8-96bd-53d2a2a27ae7</vt:lpwstr>
  </property>
</Properties>
</file>